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1A5" w:rsidRPr="004759A9" w:rsidRDefault="002461A5" w:rsidP="00DE6D73">
      <w:pPr>
        <w:pStyle w:val="Heading2"/>
        <w:rPr>
          <w:rFonts w:ascii="Arial" w:hAnsi="Arial" w:cs="Arial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8pt;margin-top:-36pt;width:145.75pt;height:141.8pt;z-index:251658240;mso-wrap-style:none" strokecolor="white">
            <v:textbox style="mso-fit-shape-to-text:t">
              <w:txbxContent>
                <w:p w:rsidR="002461A5" w:rsidRDefault="002461A5" w:rsidP="00657BC3">
                  <w:pPr>
                    <w:jc w:val="right"/>
                  </w:pPr>
                  <w:r w:rsidRPr="00B51483"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" o:spid="_x0000_i1026" type="#_x0000_t75" alt="j0238196" style="width:100.5pt;height:102.75pt;visibility:visible">
                        <v:imagedata r:id="rId7" o:title=""/>
                      </v:shape>
                    </w:pict>
                  </w:r>
                </w:p>
              </w:txbxContent>
            </v:textbox>
          </v:shape>
        </w:pict>
      </w:r>
      <w:r>
        <w:rPr>
          <w:rFonts w:ascii="Arial" w:hAnsi="Arial" w:cs="Arial"/>
        </w:rPr>
        <w:t>Technology Committee</w:t>
      </w:r>
    </w:p>
    <w:p w:rsidR="002461A5" w:rsidRDefault="002461A5" w:rsidP="00657BC3">
      <w:pPr>
        <w:jc w:val="center"/>
        <w:rPr>
          <w:rFonts w:ascii="Arial" w:hAnsi="Arial" w:cs="Arial"/>
        </w:rPr>
      </w:pPr>
      <w:r w:rsidRPr="004759A9">
        <w:rPr>
          <w:rFonts w:ascii="Arial" w:hAnsi="Arial" w:cs="Arial"/>
        </w:rPr>
        <w:t>Van Bokkelen Elementary School</w:t>
      </w:r>
    </w:p>
    <w:p w:rsidR="002461A5" w:rsidRPr="00DE6D73" w:rsidRDefault="002461A5" w:rsidP="00657BC3">
      <w:pPr>
        <w:jc w:val="center"/>
        <w:rPr>
          <w:rFonts w:ascii="Arial" w:hAnsi="Arial" w:cs="Arial"/>
          <w:i/>
        </w:rPr>
      </w:pPr>
      <w:r w:rsidRPr="00DE6D73">
        <w:rPr>
          <w:rFonts w:ascii="Arial" w:hAnsi="Arial" w:cs="Arial"/>
          <w:i/>
        </w:rPr>
        <w:t>“From Good to Great”</w:t>
      </w:r>
    </w:p>
    <w:p w:rsidR="002461A5" w:rsidRPr="004759A9" w:rsidRDefault="002461A5" w:rsidP="00DE6D7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November 19, 2010 7:10-7:35</w:t>
      </w:r>
    </w:p>
    <w:p w:rsidR="002461A5" w:rsidRPr="0026792F" w:rsidRDefault="002461A5">
      <w:pPr>
        <w:jc w:val="center"/>
        <w:rPr>
          <w:rFonts w:ascii="Arial" w:hAnsi="Arial" w:cs="Arial"/>
        </w:rPr>
      </w:pPr>
    </w:p>
    <w:p w:rsidR="002461A5" w:rsidRPr="0026792F" w:rsidRDefault="002461A5">
      <w:pPr>
        <w:rPr>
          <w:rFonts w:ascii="Arial" w:hAnsi="Arial" w:cs="Arial"/>
          <w:b/>
          <w:bCs/>
        </w:rPr>
      </w:pPr>
      <w:r w:rsidRPr="00FA2D2E">
        <w:rPr>
          <w:rFonts w:ascii="Arial" w:hAnsi="Arial" w:cs="Arial"/>
          <w:b/>
          <w:bCs/>
          <w:u w:val="single"/>
        </w:rPr>
        <w:t>Agenda</w:t>
      </w:r>
      <w:r w:rsidRPr="0026792F">
        <w:rPr>
          <w:rFonts w:ascii="Arial" w:hAnsi="Arial" w:cs="Arial"/>
          <w:b/>
          <w:bCs/>
        </w:rPr>
        <w:t xml:space="preserve">: </w:t>
      </w:r>
    </w:p>
    <w:p w:rsidR="002461A5" w:rsidRPr="0026792F" w:rsidRDefault="002461A5">
      <w:pPr>
        <w:rPr>
          <w:rFonts w:ascii="Arial" w:hAnsi="Arial" w:cs="Arial"/>
          <w:b/>
          <w:bCs/>
        </w:rPr>
      </w:pPr>
    </w:p>
    <w:p w:rsidR="002461A5" w:rsidRDefault="002461A5" w:rsidP="00FE17F6">
      <w:pPr>
        <w:numPr>
          <w:ilvl w:val="0"/>
          <w:numId w:val="7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Sign in on our Wiki Page. Grab a mocktail mimosa and breakfast! </w:t>
      </w:r>
    </w:p>
    <w:p w:rsidR="002461A5" w:rsidRDefault="002461A5" w:rsidP="00FE17F6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Welcome parents, staff, and community members.</w:t>
      </w:r>
    </w:p>
    <w:p w:rsidR="002461A5" w:rsidRDefault="002461A5" w:rsidP="00FE17F6">
      <w:pPr>
        <w:ind w:left="360"/>
        <w:rPr>
          <w:rFonts w:ascii="Century Gothic" w:hAnsi="Century Gothic"/>
        </w:rPr>
      </w:pPr>
      <w:r>
        <w:rPr>
          <w:rFonts w:ascii="Arial" w:hAnsi="Arial" w:cs="Arial"/>
          <w:b/>
          <w:bCs/>
        </w:rPr>
        <w:t>(</w:t>
      </w:r>
      <w:hyperlink r:id="rId8" w:history="1">
        <w:r w:rsidRPr="00FE17F6">
          <w:rPr>
            <w:rStyle w:val="Hyperlink"/>
            <w:rFonts w:ascii="Century Gothic" w:hAnsi="Century Gothic"/>
          </w:rPr>
          <w:t>http://lassalle-tech.wikispaces.com/Technology+Committee</w:t>
        </w:r>
      </w:hyperlink>
      <w:r w:rsidRPr="00FE17F6">
        <w:rPr>
          <w:rFonts w:ascii="Century Gothic" w:hAnsi="Century Gothic"/>
        </w:rPr>
        <w:t>)</w:t>
      </w:r>
    </w:p>
    <w:p w:rsidR="002461A5" w:rsidRPr="00FE17F6" w:rsidRDefault="002461A5" w:rsidP="00FE17F6">
      <w:pPr>
        <w:ind w:left="360"/>
        <w:rPr>
          <w:rFonts w:ascii="Century Gothic" w:hAnsi="Century Gothic" w:cs="Arial"/>
          <w:b/>
          <w:bCs/>
        </w:rPr>
      </w:pPr>
    </w:p>
    <w:p w:rsidR="002461A5" w:rsidRDefault="002461A5" w:rsidP="00FE17F6">
      <w:pPr>
        <w:numPr>
          <w:ilvl w:val="0"/>
          <w:numId w:val="7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Introductions </w:t>
      </w:r>
    </w:p>
    <w:p w:rsidR="002461A5" w:rsidRDefault="002461A5" w:rsidP="00FE17F6">
      <w:pPr>
        <w:ind w:left="360"/>
        <w:rPr>
          <w:rFonts w:ascii="Arial" w:hAnsi="Arial" w:cs="Arial"/>
          <w:b/>
          <w:bCs/>
        </w:rPr>
      </w:pPr>
    </w:p>
    <w:p w:rsidR="002461A5" w:rsidRDefault="002461A5" w:rsidP="00FE17F6">
      <w:pPr>
        <w:numPr>
          <w:ilvl w:val="0"/>
          <w:numId w:val="7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Share Vision for Van Bokkelen Elementary School year 2015</w:t>
      </w:r>
    </w:p>
    <w:p w:rsidR="002461A5" w:rsidRDefault="002461A5" w:rsidP="00FE17F6">
      <w:pPr>
        <w:numPr>
          <w:ilvl w:val="1"/>
          <w:numId w:val="7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Do we want to get T-shirts produced? </w:t>
      </w:r>
    </w:p>
    <w:p w:rsidR="002461A5" w:rsidRDefault="002461A5" w:rsidP="004C0790">
      <w:pPr>
        <w:numPr>
          <w:ilvl w:val="1"/>
          <w:numId w:val="7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How can we promote our vision to the staff/scholars? </w:t>
      </w:r>
    </w:p>
    <w:p w:rsidR="002461A5" w:rsidRPr="00FE17F6" w:rsidRDefault="002461A5" w:rsidP="00FE17F6">
      <w:pPr>
        <w:pStyle w:val="ListParagraph"/>
        <w:rPr>
          <w:rFonts w:ascii="Arial" w:hAnsi="Arial" w:cs="Arial"/>
          <w:bCs/>
        </w:rPr>
      </w:pPr>
    </w:p>
    <w:p w:rsidR="002461A5" w:rsidRDefault="002461A5" w:rsidP="00DE6D73">
      <w:pPr>
        <w:numPr>
          <w:ilvl w:val="0"/>
          <w:numId w:val="7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Browse through articles from Tech &amp; Learning (time permitting) </w:t>
      </w:r>
    </w:p>
    <w:p w:rsidR="002461A5" w:rsidRDefault="002461A5" w:rsidP="004C0790">
      <w:pPr>
        <w:ind w:left="360"/>
        <w:rPr>
          <w:rFonts w:ascii="Arial" w:hAnsi="Arial" w:cs="Arial"/>
          <w:b/>
          <w:bCs/>
        </w:rPr>
      </w:pPr>
    </w:p>
    <w:p w:rsidR="002461A5" w:rsidRDefault="002461A5" w:rsidP="00DE6D73">
      <w:pPr>
        <w:numPr>
          <w:ilvl w:val="0"/>
          <w:numId w:val="7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Next meeting</w:t>
      </w:r>
    </w:p>
    <w:p w:rsidR="002461A5" w:rsidRDefault="002461A5" w:rsidP="002334D7">
      <w:pPr>
        <w:pStyle w:val="ListParagraph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2011- January. We will be meeting during the day on one of those 2 hour early dismissal days. </w:t>
      </w:r>
    </w:p>
    <w:p w:rsidR="002461A5" w:rsidRPr="002334D7" w:rsidRDefault="002461A5" w:rsidP="002334D7">
      <w:pPr>
        <w:pStyle w:val="ListParagraph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Your homework is to recruit one more member to join the committee as well as look over 1-2 articles. (I will add them to the Wiki just in case) </w:t>
      </w:r>
    </w:p>
    <w:p w:rsidR="002461A5" w:rsidRDefault="002461A5" w:rsidP="00020028">
      <w:pPr>
        <w:rPr>
          <w:rFonts w:ascii="Arial" w:hAnsi="Arial" w:cs="Arial"/>
          <w:b/>
          <w:bCs/>
        </w:rPr>
      </w:pPr>
    </w:p>
    <w:p w:rsidR="002461A5" w:rsidRDefault="002461A5" w:rsidP="00DE6D73">
      <w:pPr>
        <w:numPr>
          <w:ilvl w:val="0"/>
          <w:numId w:val="7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Needs/Concerns/Questions?   </w:t>
      </w:r>
    </w:p>
    <w:p w:rsidR="002461A5" w:rsidRPr="00B03448" w:rsidRDefault="002461A5" w:rsidP="00B03448">
      <w:pPr>
        <w:numPr>
          <w:ilvl w:val="1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B03448">
        <w:rPr>
          <w:rFonts w:ascii="Arial" w:hAnsi="Arial" w:cs="Arial"/>
        </w:rPr>
        <w:t>esults of last meeting’s questions/concerns</w:t>
      </w:r>
    </w:p>
    <w:p w:rsidR="002461A5" w:rsidRDefault="002461A5" w:rsidP="009822A1">
      <w:pPr>
        <w:rPr>
          <w:rFonts w:ascii="Arial" w:hAnsi="Arial" w:cs="Arial"/>
          <w:b/>
          <w:bCs/>
        </w:rPr>
      </w:pPr>
    </w:p>
    <w:p w:rsidR="002461A5" w:rsidRPr="004759A9" w:rsidRDefault="002461A5" w:rsidP="004C0790">
      <w:pPr>
        <w:rPr>
          <w:rFonts w:ascii="Arial" w:hAnsi="Arial" w:cs="Arial"/>
        </w:rPr>
      </w:pPr>
    </w:p>
    <w:p w:rsidR="002461A5" w:rsidRPr="004759A9" w:rsidRDefault="002461A5" w:rsidP="00950FDC">
      <w:pPr>
        <w:ind w:left="720"/>
        <w:rPr>
          <w:rFonts w:ascii="Arial" w:hAnsi="Arial" w:cs="Arial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16.5pt;margin-top:2.55pt;width:478.5pt;height:0;z-index:251659264" o:connectortype="straight" strokecolor="#4f81bd" strokeweight="1pt">
            <v:stroke dashstyle="dash"/>
            <v:shadow color="#868686"/>
          </v:shape>
        </w:pict>
      </w:r>
    </w:p>
    <w:p w:rsidR="002461A5" w:rsidRDefault="002461A5" w:rsidP="00FA2D2E">
      <w:pPr>
        <w:jc w:val="both"/>
        <w:rPr>
          <w:rFonts w:ascii="Arial" w:hAnsi="Arial" w:cs="Arial"/>
          <w:b/>
          <w:sz w:val="28"/>
          <w:szCs w:val="28"/>
        </w:rPr>
      </w:pPr>
      <w:r w:rsidRPr="00FA2D2E">
        <w:rPr>
          <w:rFonts w:ascii="Arial" w:hAnsi="Arial" w:cs="Arial"/>
          <w:b/>
          <w:sz w:val="28"/>
          <w:szCs w:val="28"/>
          <w:u w:val="single"/>
        </w:rPr>
        <w:t>Notes</w:t>
      </w:r>
      <w:r w:rsidRPr="004759A9">
        <w:rPr>
          <w:rFonts w:ascii="Arial" w:hAnsi="Arial" w:cs="Arial"/>
          <w:b/>
          <w:sz w:val="28"/>
          <w:szCs w:val="28"/>
        </w:rPr>
        <w:t xml:space="preserve">: </w:t>
      </w:r>
    </w:p>
    <w:p w:rsidR="002461A5" w:rsidRDefault="002461A5" w:rsidP="004759A9">
      <w:pPr>
        <w:ind w:left="720"/>
        <w:jc w:val="both"/>
        <w:rPr>
          <w:rFonts w:ascii="Arial" w:hAnsi="Arial" w:cs="Arial"/>
          <w:b/>
          <w:sz w:val="28"/>
          <w:szCs w:val="28"/>
        </w:rPr>
      </w:pPr>
    </w:p>
    <w:p w:rsidR="002461A5" w:rsidRDefault="002461A5" w:rsidP="004759A9">
      <w:pPr>
        <w:ind w:left="720"/>
        <w:jc w:val="both"/>
        <w:rPr>
          <w:rFonts w:ascii="Arial" w:hAnsi="Arial" w:cs="Arial"/>
          <w:b/>
          <w:sz w:val="28"/>
          <w:szCs w:val="28"/>
        </w:rPr>
      </w:pPr>
    </w:p>
    <w:p w:rsidR="002461A5" w:rsidRDefault="002461A5" w:rsidP="009822A1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:rsidR="002461A5" w:rsidRDefault="002461A5" w:rsidP="009822A1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:rsidR="002461A5" w:rsidRDefault="002461A5" w:rsidP="009822A1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:rsidR="002461A5" w:rsidRDefault="002461A5" w:rsidP="009822A1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:rsidR="002461A5" w:rsidRDefault="002461A5" w:rsidP="009822A1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:rsidR="002461A5" w:rsidRDefault="002461A5" w:rsidP="009822A1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:rsidR="002461A5" w:rsidRDefault="002461A5" w:rsidP="009822A1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:rsidR="002461A5" w:rsidRDefault="002461A5" w:rsidP="009822A1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:rsidR="002461A5" w:rsidRDefault="002461A5" w:rsidP="009822A1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:rsidR="002461A5" w:rsidRPr="00FA2D2E" w:rsidRDefault="002461A5" w:rsidP="009822A1">
      <w:pPr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 w:rsidRPr="00FA2D2E">
        <w:rPr>
          <w:rFonts w:ascii="Arial" w:hAnsi="Arial" w:cs="Arial"/>
          <w:b/>
          <w:bCs/>
          <w:sz w:val="18"/>
          <w:szCs w:val="18"/>
          <w:u w:val="single"/>
        </w:rPr>
        <w:t>Outcomes:</w:t>
      </w:r>
    </w:p>
    <w:p w:rsidR="002461A5" w:rsidRPr="00D2298F" w:rsidRDefault="002461A5" w:rsidP="00DE6D73">
      <w:pPr>
        <w:ind w:left="720"/>
        <w:rPr>
          <w:rFonts w:ascii="Arial" w:hAnsi="Arial" w:cs="Arial"/>
          <w:b/>
          <w:sz w:val="16"/>
          <w:szCs w:val="16"/>
        </w:rPr>
      </w:pPr>
      <w:r w:rsidRPr="00D2298F">
        <w:rPr>
          <w:rFonts w:ascii="Arial" w:hAnsi="Arial" w:cs="Arial"/>
          <w:b/>
          <w:sz w:val="16"/>
          <w:szCs w:val="16"/>
        </w:rPr>
        <w:t>Standard I</w:t>
      </w:r>
      <w:r>
        <w:rPr>
          <w:rFonts w:ascii="Arial" w:hAnsi="Arial" w:cs="Arial"/>
          <w:b/>
          <w:sz w:val="16"/>
          <w:szCs w:val="16"/>
        </w:rPr>
        <w:t>.</w:t>
      </w:r>
      <w:r w:rsidRPr="00D2298F">
        <w:rPr>
          <w:rFonts w:ascii="Arial" w:hAnsi="Arial" w:cs="Arial"/>
          <w:b/>
          <w:sz w:val="16"/>
          <w:szCs w:val="16"/>
        </w:rPr>
        <w:t xml:space="preserve">    Planning and Designing Learning Environments and Experiences </w:t>
      </w:r>
    </w:p>
    <w:p w:rsidR="002461A5" w:rsidRPr="00D2298F" w:rsidRDefault="002461A5" w:rsidP="00443AD4">
      <w:pPr>
        <w:ind w:left="720"/>
        <w:rPr>
          <w:rFonts w:ascii="Arial" w:hAnsi="Arial" w:cs="Arial"/>
          <w:sz w:val="16"/>
          <w:szCs w:val="16"/>
        </w:rPr>
      </w:pPr>
      <w:r w:rsidRPr="00D2298F">
        <w:rPr>
          <w:rFonts w:ascii="Arial" w:hAnsi="Arial" w:cs="Arial"/>
          <w:sz w:val="16"/>
          <w:szCs w:val="16"/>
        </w:rPr>
        <w:t xml:space="preserve">B. Apply current research on teaching and learning with technology when planning learning environments and experiences. </w:t>
      </w:r>
    </w:p>
    <w:p w:rsidR="002461A5" w:rsidRPr="00D2298F" w:rsidRDefault="002461A5" w:rsidP="00443AD4">
      <w:pPr>
        <w:ind w:left="720"/>
        <w:rPr>
          <w:rFonts w:ascii="Arial" w:hAnsi="Arial" w:cs="Arial"/>
          <w:sz w:val="16"/>
          <w:szCs w:val="16"/>
        </w:rPr>
      </w:pPr>
      <w:r w:rsidRPr="00D2298F">
        <w:rPr>
          <w:rFonts w:ascii="Arial" w:hAnsi="Arial" w:cs="Arial"/>
          <w:sz w:val="16"/>
          <w:szCs w:val="16"/>
        </w:rPr>
        <w:t>1. Locate and evaluate current research on teaching and learning with technology when planning learning environments and experiences.</w:t>
      </w:r>
    </w:p>
    <w:p w:rsidR="002461A5" w:rsidRPr="00D2298F" w:rsidRDefault="002461A5" w:rsidP="00443AD4">
      <w:pPr>
        <w:ind w:left="720"/>
        <w:rPr>
          <w:rFonts w:ascii="Arial" w:hAnsi="Arial" w:cs="Arial"/>
          <w:sz w:val="16"/>
          <w:szCs w:val="16"/>
        </w:rPr>
      </w:pPr>
    </w:p>
    <w:p w:rsidR="002461A5" w:rsidRPr="00D2298F" w:rsidRDefault="002461A5" w:rsidP="009822A1">
      <w:pPr>
        <w:ind w:left="720"/>
        <w:rPr>
          <w:rFonts w:ascii="Arial" w:hAnsi="Arial" w:cs="Arial"/>
          <w:i/>
          <w:sz w:val="16"/>
          <w:szCs w:val="16"/>
        </w:rPr>
      </w:pPr>
      <w:r w:rsidRPr="00D2298F">
        <w:rPr>
          <w:rFonts w:ascii="Arial" w:hAnsi="Arial" w:cs="Arial"/>
          <w:i/>
          <w:sz w:val="16"/>
          <w:szCs w:val="16"/>
        </w:rPr>
        <w:t>From National Education Technology Standards for Technology Leaders</w:t>
      </w:r>
    </w:p>
    <w:sectPr w:rsidR="002461A5" w:rsidRPr="00D2298F" w:rsidSect="00031816">
      <w:pgSz w:w="12240" w:h="15840"/>
      <w:pgMar w:top="1440" w:right="1440" w:bottom="1440" w:left="1440" w:header="720" w:footer="720" w:gutter="0"/>
      <w:pgBorders w:offsetFrom="page">
        <w:top w:val="single" w:sz="18" w:space="24" w:color="0070C0"/>
        <w:left w:val="single" w:sz="18" w:space="24" w:color="0070C0"/>
        <w:bottom w:val="single" w:sz="18" w:space="24" w:color="0070C0"/>
        <w:right w:val="single" w:sz="18" w:space="24" w:color="0070C0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1A5" w:rsidRDefault="002461A5" w:rsidP="00031816">
      <w:r>
        <w:separator/>
      </w:r>
    </w:p>
  </w:endnote>
  <w:endnote w:type="continuationSeparator" w:id="0">
    <w:p w:rsidR="002461A5" w:rsidRDefault="002461A5" w:rsidP="000318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1A5" w:rsidRDefault="002461A5" w:rsidP="00031816">
      <w:r>
        <w:separator/>
      </w:r>
    </w:p>
  </w:footnote>
  <w:footnote w:type="continuationSeparator" w:id="0">
    <w:p w:rsidR="002461A5" w:rsidRDefault="002461A5" w:rsidP="000318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97B9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925141C"/>
    <w:multiLevelType w:val="hybridMultilevel"/>
    <w:tmpl w:val="793ED844"/>
    <w:lvl w:ilvl="0" w:tplc="BBA4FB42">
      <w:numFmt w:val="bullet"/>
      <w:lvlText w:val=""/>
      <w:lvlJc w:val="left"/>
      <w:pPr>
        <w:tabs>
          <w:tab w:val="num" w:pos="720"/>
        </w:tabs>
        <w:ind w:left="720" w:hanging="576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31133C"/>
    <w:multiLevelType w:val="hybridMultilevel"/>
    <w:tmpl w:val="273EBE34"/>
    <w:lvl w:ilvl="0" w:tplc="638EAD5A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E861806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13E6C2DE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19EDF02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D938D03C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43625A92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AF4EFFA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7" w:tplc="C9207064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8" w:tplc="151080F8">
      <w:start w:val="1"/>
      <w:numFmt w:val="bullet"/>
      <w:lvlText w:val="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BBA173D"/>
    <w:multiLevelType w:val="hybridMultilevel"/>
    <w:tmpl w:val="7300337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C182AFF"/>
    <w:multiLevelType w:val="hybridMultilevel"/>
    <w:tmpl w:val="1DEEADB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72E7B69"/>
    <w:multiLevelType w:val="hybridMultilevel"/>
    <w:tmpl w:val="56D477F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200F2886"/>
    <w:multiLevelType w:val="hybridMultilevel"/>
    <w:tmpl w:val="B234FC4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98A4E34"/>
    <w:multiLevelType w:val="hybridMultilevel"/>
    <w:tmpl w:val="ECA4E5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1484C48"/>
    <w:multiLevelType w:val="hybridMultilevel"/>
    <w:tmpl w:val="5C8E4514"/>
    <w:lvl w:ilvl="0" w:tplc="81AAD68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F24F60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3A3392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68089C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EAB3DA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5C9086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1E230C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0EE202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46F468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6A0129B"/>
    <w:multiLevelType w:val="hybridMultilevel"/>
    <w:tmpl w:val="1676FA22"/>
    <w:lvl w:ilvl="0" w:tplc="B526E7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44105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B181BE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94F0B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3831A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4251A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46343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C2DC8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2EFA0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76014CC"/>
    <w:multiLevelType w:val="hybridMultilevel"/>
    <w:tmpl w:val="7E38BB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2F158D"/>
    <w:multiLevelType w:val="hybridMultilevel"/>
    <w:tmpl w:val="DB64102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1"/>
  </w:num>
  <w:num w:numId="5">
    <w:abstractNumId w:val="0"/>
  </w:num>
  <w:num w:numId="6">
    <w:abstractNumId w:val="6"/>
  </w:num>
  <w:num w:numId="7">
    <w:abstractNumId w:val="10"/>
  </w:num>
  <w:num w:numId="8">
    <w:abstractNumId w:val="4"/>
  </w:num>
  <w:num w:numId="9">
    <w:abstractNumId w:val="7"/>
  </w:num>
  <w:num w:numId="10">
    <w:abstractNumId w:val="5"/>
  </w:num>
  <w:num w:numId="11">
    <w:abstractNumId w:val="1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0BD3"/>
    <w:rsid w:val="00020028"/>
    <w:rsid w:val="00031816"/>
    <w:rsid w:val="00072C02"/>
    <w:rsid w:val="00117CB0"/>
    <w:rsid w:val="00150BD3"/>
    <w:rsid w:val="001562EF"/>
    <w:rsid w:val="002334D7"/>
    <w:rsid w:val="002461A5"/>
    <w:rsid w:val="0026792F"/>
    <w:rsid w:val="0027412D"/>
    <w:rsid w:val="0027768D"/>
    <w:rsid w:val="00294800"/>
    <w:rsid w:val="003170A5"/>
    <w:rsid w:val="00317E21"/>
    <w:rsid w:val="00335AB3"/>
    <w:rsid w:val="00357FD8"/>
    <w:rsid w:val="00366BE6"/>
    <w:rsid w:val="00367163"/>
    <w:rsid w:val="003911EF"/>
    <w:rsid w:val="003E6FEC"/>
    <w:rsid w:val="00443AD4"/>
    <w:rsid w:val="004759A9"/>
    <w:rsid w:val="004C0790"/>
    <w:rsid w:val="004F5756"/>
    <w:rsid w:val="005C31FB"/>
    <w:rsid w:val="005E557F"/>
    <w:rsid w:val="00605A2C"/>
    <w:rsid w:val="00623500"/>
    <w:rsid w:val="006503D0"/>
    <w:rsid w:val="00657BC3"/>
    <w:rsid w:val="00673C12"/>
    <w:rsid w:val="006B5C7D"/>
    <w:rsid w:val="00797002"/>
    <w:rsid w:val="007B7C00"/>
    <w:rsid w:val="007C3548"/>
    <w:rsid w:val="0087447F"/>
    <w:rsid w:val="00950FDC"/>
    <w:rsid w:val="009822A1"/>
    <w:rsid w:val="009C115E"/>
    <w:rsid w:val="009E7E5C"/>
    <w:rsid w:val="00A07EBA"/>
    <w:rsid w:val="00A22F14"/>
    <w:rsid w:val="00A9167C"/>
    <w:rsid w:val="00B03448"/>
    <w:rsid w:val="00B51483"/>
    <w:rsid w:val="00BE3685"/>
    <w:rsid w:val="00BF0D19"/>
    <w:rsid w:val="00C9484D"/>
    <w:rsid w:val="00D2298F"/>
    <w:rsid w:val="00DC49BD"/>
    <w:rsid w:val="00DE6D73"/>
    <w:rsid w:val="00E40273"/>
    <w:rsid w:val="00EA23CC"/>
    <w:rsid w:val="00F00666"/>
    <w:rsid w:val="00F07064"/>
    <w:rsid w:val="00FA2D2E"/>
    <w:rsid w:val="00FE17F6"/>
    <w:rsid w:val="00FE21FF"/>
    <w:rsid w:val="00FF7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E21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17E21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4237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26792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792F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744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4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334D7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0318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181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0318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1816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117CB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27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7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7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7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27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7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7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7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7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27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27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7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7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27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7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7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7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7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2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7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7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27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7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7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7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27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7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7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7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7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ssalle-tech.wikispaces.com/Technology+Committe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201</Words>
  <Characters>1151</Characters>
  <Application>Microsoft Office Outlook</Application>
  <DocSecurity>0</DocSecurity>
  <Lines>0</Lines>
  <Paragraphs>0</Paragraphs>
  <ScaleCrop>false</ScaleCrop>
  <Company>AACPS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eCoach Professional Development Agenda</dc:title>
  <dc:subject/>
  <dc:creator>DRAY</dc:creator>
  <cp:keywords/>
  <dc:description/>
  <cp:lastModifiedBy>Christina</cp:lastModifiedBy>
  <cp:revision>5</cp:revision>
  <cp:lastPrinted>2008-09-05T11:59:00Z</cp:lastPrinted>
  <dcterms:created xsi:type="dcterms:W3CDTF">2010-11-18T22:43:00Z</dcterms:created>
  <dcterms:modified xsi:type="dcterms:W3CDTF">2010-11-18T22:46:00Z</dcterms:modified>
</cp:coreProperties>
</file>